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647EFF5" w:rsidR="004E36AD" w:rsidRPr="00ED7ADA" w:rsidRDefault="004E36AD" w:rsidP="000420E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ED7AD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ED7ADA">
        <w:rPr>
          <w:rStyle w:val="Strong"/>
          <w:rFonts w:asciiTheme="minorHAnsi" w:hAnsiTheme="minorHAnsi" w:cstheme="minorHAnsi"/>
          <w:lang w:val="en-GB"/>
        </w:rPr>
        <w:t>P</w:t>
      </w:r>
      <w:r w:rsidRPr="00ED7AD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A34AD2" w:rsidRPr="00A34AD2">
        <w:t xml:space="preserve"> </w:t>
      </w:r>
      <w:r w:rsidR="00A34AD2">
        <w:rPr>
          <w:rStyle w:val="Strong"/>
        </w:rPr>
        <w:t>16-CS002-22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662FA6F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20548D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4918F9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0420E0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34CF06B2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9D80E1A" w:rsidR="00B0293A" w:rsidRPr="00532E97" w:rsidRDefault="00A34AD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DE03DB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/06/22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F6B62FA" w:rsidR="00B0293A" w:rsidRPr="00B703AB" w:rsidRDefault="00B0293A" w:rsidP="00D719B3">
            <w:pPr>
              <w:rPr>
                <w:rFonts w:ascii="Calibri" w:hAnsi="Calibri"/>
                <w:szCs w:val="20"/>
              </w:rPr>
            </w:pPr>
            <w:r w:rsidRPr="00B703AB">
              <w:rPr>
                <w:rFonts w:ascii="Calibri" w:hAnsi="Calibri"/>
                <w:szCs w:val="20"/>
              </w:rPr>
              <w:t xml:space="preserve"> </w:t>
            </w:r>
            <w:r w:rsidR="00A34AD2" w:rsidRPr="00B703AB">
              <w:rPr>
                <w:rFonts w:ascii="Calibri" w:hAnsi="Calibri"/>
                <w:szCs w:val="20"/>
              </w:rPr>
              <w:t>1</w:t>
            </w:r>
            <w:r w:rsidR="00B703AB">
              <w:rPr>
                <w:rFonts w:ascii="Calibri" w:hAnsi="Calibri"/>
                <w:szCs w:val="20"/>
              </w:rPr>
              <w:t>4</w:t>
            </w:r>
            <w:r w:rsidR="00A34AD2" w:rsidRPr="00B703AB">
              <w:rPr>
                <w:rFonts w:ascii="Calibri" w:hAnsi="Calibri"/>
                <w:szCs w:val="20"/>
              </w:rPr>
              <w:t xml:space="preserve">/06/22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30D9702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8EFA6BA" w:rsidR="00B0293A" w:rsidRPr="00532E97" w:rsidRDefault="00B703A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A34AD2">
              <w:rPr>
                <w:rFonts w:ascii="Calibri" w:hAnsi="Calibri"/>
                <w:szCs w:val="20"/>
              </w:rPr>
              <w:t>/06/22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4A342F2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703AB">
              <w:rPr>
                <w:rFonts w:ascii="Calibri" w:hAnsi="Calibri"/>
                <w:szCs w:val="20"/>
                <w:highlight w:val="yellow"/>
              </w:rPr>
              <w:t>18</w:t>
            </w:r>
            <w:r w:rsidR="00A34AD2">
              <w:rPr>
                <w:rFonts w:ascii="Calibri" w:hAnsi="Calibri"/>
                <w:szCs w:val="20"/>
                <w:highlight w:val="yellow"/>
              </w:rPr>
              <w:t xml:space="preserve">/07/22 </w:t>
            </w:r>
            <w:r w:rsidRPr="00B0293A">
              <w:rPr>
                <w:rFonts w:ascii="Calibri" w:hAnsi="Calibri"/>
                <w:szCs w:val="20"/>
                <w:highlight w:val="yellow"/>
              </w:rPr>
              <w:t>(</w:t>
            </w:r>
            <w:r w:rsidR="000420E0">
              <w:rPr>
                <w:rFonts w:ascii="Calibri" w:hAnsi="Calibri"/>
                <w:szCs w:val="20"/>
                <w:highlight w:val="yellow"/>
              </w:rPr>
              <w:t>1</w:t>
            </w:r>
            <w:r w:rsidR="00B703AB">
              <w:rPr>
                <w:rFonts w:ascii="Calibri" w:hAnsi="Calibri"/>
                <w:szCs w:val="20"/>
                <w:highlight w:val="yellow"/>
              </w:rPr>
              <w:t>7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12B61B35" w:rsidR="00B0293A" w:rsidRPr="008C0BCB" w:rsidRDefault="00B703AB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C0BCB"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8C0BC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C0BC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320011F1" w:rsidR="00B0293A" w:rsidRPr="008C0BCB" w:rsidRDefault="00B703AB" w:rsidP="00D719B3">
            <w:pPr>
              <w:rPr>
                <w:rFonts w:ascii="Calibri" w:hAnsi="Calibri"/>
                <w:szCs w:val="20"/>
              </w:rPr>
            </w:pPr>
            <w:r w:rsidRPr="008C0BCB">
              <w:rPr>
                <w:rFonts w:ascii="Calibri" w:hAnsi="Calibri"/>
                <w:szCs w:val="20"/>
              </w:rPr>
              <w:t>20</w:t>
            </w:r>
            <w:r w:rsidR="00A34AD2" w:rsidRPr="008C0BCB">
              <w:rPr>
                <w:rFonts w:ascii="Calibri" w:hAnsi="Calibri"/>
                <w:szCs w:val="20"/>
              </w:rPr>
              <w:t xml:space="preserve">/07/22 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7A7272F8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5903F53" w:rsidR="00B0293A" w:rsidRPr="00532E97" w:rsidRDefault="00B703A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D303F7">
              <w:rPr>
                <w:rFonts w:ascii="Calibri" w:hAnsi="Calibri"/>
                <w:szCs w:val="20"/>
              </w:rPr>
              <w:t>/07/22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BB62FC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0655BE6" w:rsidR="00B0293A" w:rsidRPr="00532E97" w:rsidRDefault="00B703A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D303F7">
              <w:rPr>
                <w:rFonts w:ascii="Calibri" w:hAnsi="Calibri"/>
                <w:szCs w:val="20"/>
              </w:rPr>
              <w:t>/07/22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47C901E0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C500B01" w:rsidR="00B0293A" w:rsidRPr="00532E97" w:rsidRDefault="00B703A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D303F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D303F7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635C7561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96F296E" w:rsidR="00B0293A" w:rsidRPr="00532E97" w:rsidRDefault="008C0BC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D303F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D303F7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02B7938" w:rsidR="00B0293A" w:rsidRPr="00532E97" w:rsidRDefault="008C0BC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2E67BC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2E67BC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18AD2269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0420E0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ED7ADA">
      <w:headerReference w:type="default" r:id="rId11"/>
      <w:footerReference w:type="default" r:id="rId12"/>
      <w:type w:val="oddPage"/>
      <w:pgSz w:w="11907" w:h="16839" w:code="9"/>
      <w:pgMar w:top="1418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7B1CB" w14:textId="77777777" w:rsidR="00F0231C" w:rsidRDefault="00F0231C">
      <w:r>
        <w:separator/>
      </w:r>
    </w:p>
  </w:endnote>
  <w:endnote w:type="continuationSeparator" w:id="0">
    <w:p w14:paraId="22C5BEF6" w14:textId="77777777" w:rsidR="00F0231C" w:rsidRDefault="00F0231C">
      <w:r>
        <w:continuationSeparator/>
      </w:r>
    </w:p>
  </w:endnote>
  <w:endnote w:type="continuationNotice" w:id="1">
    <w:p w14:paraId="68E216EB" w14:textId="77777777" w:rsidR="00F0231C" w:rsidRDefault="00F02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C3ECE1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E03DB">
      <w:rPr>
        <w:noProof/>
      </w:rPr>
      <w:t>2022-06-01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959F9" w14:textId="77777777" w:rsidR="00F0231C" w:rsidRDefault="00F0231C">
      <w:r>
        <w:separator/>
      </w:r>
    </w:p>
  </w:footnote>
  <w:footnote w:type="continuationSeparator" w:id="0">
    <w:p w14:paraId="721AB89C" w14:textId="77777777" w:rsidR="00F0231C" w:rsidRDefault="00F0231C">
      <w:r>
        <w:continuationSeparator/>
      </w:r>
    </w:p>
  </w:footnote>
  <w:footnote w:type="continuationNotice" w:id="1">
    <w:p w14:paraId="7591C577" w14:textId="77777777" w:rsidR="00F0231C" w:rsidRDefault="00F023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BBE270C" w:rsidR="00133D55" w:rsidRPr="00141577" w:rsidRDefault="00ED7ADA" w:rsidP="00ED7AD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0420E0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ED7ADA">
      <w:rPr>
        <w:rStyle w:val="Strong"/>
        <w:rFonts w:asciiTheme="minorHAnsi" w:hAnsiTheme="minorHAnsi" w:cstheme="minorHAnsi"/>
        <w:lang w:val="en-GB"/>
      </w:rPr>
      <w:t>RFP-</w:t>
    </w:r>
    <w:r w:rsidR="006043EE">
      <w:rPr>
        <w:rFonts w:asciiTheme="minorHAnsi" w:hAnsiTheme="minorHAnsi" w:cs="Calibri"/>
        <w:sz w:val="20"/>
      </w:rPr>
      <w:fldChar w:fldCharType="end"/>
    </w:r>
    <w:r w:rsidR="00A34AD2" w:rsidRPr="00A34AD2">
      <w:t xml:space="preserve"> </w:t>
    </w:r>
    <w:r w:rsidR="00A34AD2">
      <w:rPr>
        <w:rStyle w:val="Strong"/>
      </w:rPr>
      <w:t>16-CS002-22</w:t>
    </w:r>
    <w:r w:rsidR="00A34AD2" w:rsidRPr="00141577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59389">
    <w:abstractNumId w:val="1"/>
  </w:num>
  <w:num w:numId="2" w16cid:durableId="984242032">
    <w:abstractNumId w:val="10"/>
  </w:num>
  <w:num w:numId="3" w16cid:durableId="1975599570">
    <w:abstractNumId w:val="11"/>
  </w:num>
  <w:num w:numId="4" w16cid:durableId="1777286123">
    <w:abstractNumId w:val="4"/>
  </w:num>
  <w:num w:numId="5" w16cid:durableId="905916313">
    <w:abstractNumId w:val="3"/>
  </w:num>
  <w:num w:numId="6" w16cid:durableId="2016611717">
    <w:abstractNumId w:val="7"/>
  </w:num>
  <w:num w:numId="7" w16cid:durableId="458954479">
    <w:abstractNumId w:val="5"/>
  </w:num>
  <w:num w:numId="8" w16cid:durableId="308826224">
    <w:abstractNumId w:val="9"/>
  </w:num>
  <w:num w:numId="9" w16cid:durableId="1928923854">
    <w:abstractNumId w:val="0"/>
  </w:num>
  <w:num w:numId="10" w16cid:durableId="2104766987">
    <w:abstractNumId w:val="8"/>
  </w:num>
  <w:num w:numId="11" w16cid:durableId="1171720285">
    <w:abstractNumId w:val="2"/>
  </w:num>
  <w:num w:numId="12" w16cid:durableId="100566648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0E0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1743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48D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2A20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67BC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54B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5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8F9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56C5"/>
    <w:rsid w:val="004C6435"/>
    <w:rsid w:val="004C7826"/>
    <w:rsid w:val="004D23FC"/>
    <w:rsid w:val="004D2C41"/>
    <w:rsid w:val="004D556B"/>
    <w:rsid w:val="004D5B70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2F7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488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0B1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52D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0BCB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AD2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03AB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294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3F7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7BFE"/>
    <w:rsid w:val="00DE03DB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AD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231C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uiPriority w:val="22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F74312-B736-45F5-8744-CE7EA07E6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1450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8</cp:revision>
  <cp:lastPrinted>2013-10-18T08:32:00Z</cp:lastPrinted>
  <dcterms:created xsi:type="dcterms:W3CDTF">2020-07-06T12:53:00Z</dcterms:created>
  <dcterms:modified xsi:type="dcterms:W3CDTF">2022-06-01T00:37:00Z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